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501"/>
      </w:tblGrid>
      <w:tr w:rsidR="0070684C" w:rsidTr="00B12336">
        <w:tc>
          <w:tcPr>
            <w:tcW w:w="4786" w:type="dxa"/>
          </w:tcPr>
          <w:p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fldSimple w:instr=" delta_regDateTime  \* MERGEFORMAT">
              <w:r w:rsidR="00BF1DEF">
                <w:rPr>
                  <w:sz w:val="22"/>
                  <w:szCs w:val="22"/>
                </w:rPr>
                <w:t>20.03.2023</w:t>
              </w:r>
            </w:fldSimple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fldSimple w:instr=" delta_regNumber  \* MERGEFORMAT">
              <w:r w:rsidR="00BF1DEF">
                <w:rPr>
                  <w:sz w:val="22"/>
                  <w:szCs w:val="22"/>
                </w:rPr>
                <w:t>1-3/51</w:t>
              </w:r>
            </w:fldSimple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:rsidTr="00B12336">
        <w:tc>
          <w:tcPr>
            <w:tcW w:w="4786" w:type="dxa"/>
          </w:tcPr>
          <w:p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:rsidR="00B12336" w:rsidRDefault="00B12336" w:rsidP="0084562D">
      <w:pPr>
        <w:widowControl/>
        <w:suppressAutoHyphens w:val="0"/>
        <w:spacing w:line="240" w:lineRule="auto"/>
        <w:jc w:val="left"/>
      </w:pPr>
    </w:p>
    <w:p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/>
      </w:tblPr>
      <w:tblGrid>
        <w:gridCol w:w="9062"/>
      </w:tblGrid>
      <w:tr w:rsidR="00F21C04" w:rsidRPr="00645CA1" w:rsidTr="00E06C31">
        <w:trPr>
          <w:trHeight w:val="5252"/>
        </w:trPr>
        <w:tc>
          <w:tcPr>
            <w:tcW w:w="9062" w:type="dxa"/>
          </w:tcPr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44767C">
              <w:rPr>
                <w:rFonts w:eastAsia="Calibri"/>
                <w:color w:val="2E74B5"/>
              </w:rPr>
              <w:t xml:space="preserve">Rae Valla Alevike- ja Külavanemate Selts MTÜ </w:t>
            </w:r>
            <w:r w:rsidRPr="00645C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fldSimple w:instr=" delta_regDateTime  \* MERGEFORMAT">
              <w:r w:rsidR="00BF1DEF">
                <w:rPr>
                  <w:rFonts w:ascii="Times New Roman" w:hAnsi="Times New Roman" w:cs="Times New Roman"/>
                </w:rPr>
                <w:t>20.03.2023</w:t>
              </w:r>
            </w:fldSimple>
            <w:r w:rsidR="00EC5AB8" w:rsidRPr="006F65D2">
              <w:rPr>
                <w:rFonts w:ascii="Times New Roman" w:hAnsi="Times New Roman" w:cs="Times New Roman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fldSimple w:instr=" delta_regNumber  \* MERGEFORMAT">
              <w:r w:rsidR="00BF1DEF">
                <w:rPr>
                  <w:rFonts w:ascii="Times New Roman" w:hAnsi="Times New Roman" w:cs="Times New Roman"/>
                </w:rPr>
                <w:t>1-3/51</w:t>
              </w:r>
            </w:fldSimple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:rsidR="00F21C04" w:rsidRPr="00645CA1" w:rsidRDefault="00C87CBE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t xml:space="preserve">Rae Valla Alevike- ja Külavanemat Selts </w:t>
            </w:r>
            <w:r w:rsidR="00F21C04" w:rsidRPr="00645CA1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</w:p>
          <w:p w:rsidR="00F21C04" w:rsidRPr="00645CA1" w:rsidRDefault="0044767C" w:rsidP="00C87CBE">
            <w:pPr>
              <w:spacing w:line="480" w:lineRule="auto"/>
              <w:rPr>
                <w:rFonts w:ascii="Times New Roman" w:eastAsia="Calibri" w:hAnsi="Times New Roman" w:cs="Times New Roman"/>
                <w:color w:val="2E74B5"/>
              </w:rPr>
            </w:pPr>
            <w:r>
              <w:rPr>
                <w:rFonts w:ascii="Times New Roman" w:eastAsia="Calibri" w:hAnsi="Times New Roman" w:cs="Times New Roman"/>
                <w:color w:val="2E74B5"/>
              </w:rPr>
              <w:t>Aivar Aasamäe aivar.aasamae</w:t>
            </w:r>
            <w:r w:rsidR="00C87CBE">
              <w:rPr>
                <w:rFonts w:ascii="Times New Roman" w:eastAsia="Calibri" w:hAnsi="Times New Roman" w:cs="Times New Roman"/>
                <w:color w:val="2E74B5"/>
              </w:rPr>
              <w:t>@</w:t>
            </w:r>
            <w:r>
              <w:rPr>
                <w:rFonts w:ascii="Times New Roman" w:eastAsia="Calibri" w:hAnsi="Times New Roman" w:cs="Times New Roman"/>
                <w:color w:val="2E74B5"/>
              </w:rPr>
              <w:t>gmail.com  5176700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:rsidR="00CD1DB0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</w:p>
          <w:p w:rsidR="00F21C04" w:rsidRPr="00645CA1" w:rsidRDefault="00CD1DB0" w:rsidP="00E06C31">
            <w:pPr>
              <w:rPr>
                <w:rFonts w:ascii="Times New Roman" w:eastAsia="Calibri" w:hAnsi="Times New Roman" w:cs="Times New Roman"/>
              </w:rPr>
            </w:pPr>
            <w:r w:rsidRPr="00CD1DB0">
              <w:rPr>
                <w:rFonts w:ascii="Helvetica" w:hAnsi="Helvetica" w:cs="Times New Roman"/>
                <w:color w:val="512B2B"/>
                <w:sz w:val="23"/>
                <w:szCs w:val="23"/>
                <w:shd w:val="clear" w:color="auto" w:fill="FFFFFF"/>
              </w:rPr>
              <w:t xml:space="preserve"> </w:t>
            </w:r>
            <w:r w:rsidRPr="00CD1DB0">
              <w:rPr>
                <w:rFonts w:ascii="Times New Roman" w:eastAsia="Calibri" w:hAnsi="Times New Roman" w:cs="Times New Roman"/>
              </w:rPr>
              <w:t>EE242200221048185533</w:t>
            </w:r>
            <w:r w:rsidRPr="00CD1DB0">
              <w:rPr>
                <w:rFonts w:ascii="Times New Roman" w:eastAsia="Calibri" w:hAnsi="Times New Roman" w:cs="Times New Roman"/>
              </w:rPr>
              <w:br/>
              <w:t>SWEDBANK, SWIFT kood/BIC HABAEE2X</w:t>
            </w:r>
          </w:p>
          <w:p w:rsidR="00F21C04" w:rsidRPr="00AB2A2F" w:rsidRDefault="00CD1DB0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 xml:space="preserve"> </w:t>
            </w:r>
            <w:r w:rsidR="00F21C04" w:rsidRPr="00AB2A2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:rsidR="00F21C04" w:rsidRPr="00645CA1" w:rsidRDefault="00C87CBE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t xml:space="preserve">Rae Valla Alevike- ja Külavanemate Selts põhikirja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 alusel </w:t>
            </w:r>
            <w:r>
              <w:rPr>
                <w:rFonts w:ascii="Times New Roman" w:eastAsia="Calibri" w:hAnsi="Times New Roman" w:cs="Times New Roman"/>
                <w:color w:val="2E74B5"/>
              </w:rPr>
              <w:t>Rae Valla Alevike- ja Külavanemate Selts juhatuse esimees Aivar Aasamäe</w:t>
            </w:r>
          </w:p>
          <w:p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8145F3" w:rsidRDefault="008145F3" w:rsidP="0084562D">
      <w:pPr>
        <w:widowControl/>
        <w:suppressAutoHyphens w:val="0"/>
        <w:spacing w:line="240" w:lineRule="auto"/>
        <w:jc w:val="left"/>
      </w:pPr>
    </w:p>
    <w:p w:rsidR="008145F3" w:rsidRDefault="008145F3" w:rsidP="0084562D">
      <w:pPr>
        <w:widowControl/>
        <w:suppressAutoHyphens w:val="0"/>
        <w:spacing w:line="240" w:lineRule="auto"/>
        <w:jc w:val="left"/>
      </w:pPr>
    </w:p>
    <w:p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425"/>
      </w:tblGrid>
      <w:tr w:rsidR="001A4260" w:rsidTr="001A4260">
        <w:tc>
          <w:tcPr>
            <w:tcW w:w="4786" w:type="dxa"/>
          </w:tcPr>
          <w:p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:rsidR="001A4260" w:rsidRDefault="001A4260" w:rsidP="0084562D">
      <w:pPr>
        <w:widowControl/>
        <w:suppressAutoHyphens w:val="0"/>
        <w:spacing w:line="240" w:lineRule="auto"/>
        <w:jc w:val="left"/>
      </w:pPr>
    </w:p>
    <w:p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7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373" w:rsidRDefault="003C0373" w:rsidP="00DF44DF">
      <w:r>
        <w:separator/>
      </w:r>
    </w:p>
  </w:endnote>
  <w:endnote w:type="continuationSeparator" w:id="0">
    <w:p w:rsidR="003C0373" w:rsidRDefault="003C0373" w:rsidP="00DF44DF">
      <w:r>
        <w:continuationSeparator/>
      </w:r>
    </w:p>
  </w:endnote>
  <w:endnote w:type="continuationNotice" w:id="1">
    <w:p w:rsidR="003C0373" w:rsidRDefault="003C0373">
      <w:pPr>
        <w:spacing w:line="240" w:lineRule="auto"/>
      </w:pPr>
      <w:bookmarkStart w:id="0" w:name="_GoBack"/>
      <w:bookmarkEnd w:id="0"/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373" w:rsidRDefault="003C0373" w:rsidP="00DF44DF">
      <w:r>
        <w:separator/>
      </w:r>
    </w:p>
  </w:footnote>
  <w:footnote w:type="continuationSeparator" w:id="0">
    <w:p w:rsidR="003C0373" w:rsidRDefault="003C0373" w:rsidP="00DF44DF">
      <w:r>
        <w:continuationSeparator/>
      </w:r>
    </w:p>
  </w:footnote>
  <w:footnote w:type="continuationNotice" w:id="1">
    <w:p w:rsidR="003C0373" w:rsidRDefault="003C0373">
      <w:pPr>
        <w:spacing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BCA" w:rsidRDefault="00110BCA" w:rsidP="00110BCA">
    <w:pPr>
      <w:pStyle w:val="Jalus1"/>
      <w:jc w:val="center"/>
    </w:pPr>
  </w:p>
  <w:p w:rsidR="00110BCA" w:rsidRDefault="00110BC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00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1986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A9C"/>
    <w:rsid w:val="003C0373"/>
    <w:rsid w:val="003D76F1"/>
    <w:rsid w:val="00422A99"/>
    <w:rsid w:val="00435A13"/>
    <w:rsid w:val="0044084D"/>
    <w:rsid w:val="00446E95"/>
    <w:rsid w:val="0044767C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87CBE"/>
    <w:rsid w:val="00C90E39"/>
    <w:rsid w:val="00CA583B"/>
    <w:rsid w:val="00CA5F0B"/>
    <w:rsid w:val="00CC5642"/>
    <w:rsid w:val="00CD1DB0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0B0DCC1-54BE-4555-8FAE-59AFEBDA6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18</TotalTime>
  <Pages>1</Pages>
  <Words>224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 Ringmets</dc:creator>
  <cp:lastModifiedBy>User</cp:lastModifiedBy>
  <cp:revision>3</cp:revision>
  <cp:lastPrinted>2014-04-02T13:57:00Z</cp:lastPrinted>
  <dcterms:created xsi:type="dcterms:W3CDTF">2023-03-23T15:02:00Z</dcterms:created>
  <dcterms:modified xsi:type="dcterms:W3CDTF">2023-03-23T15:15:00Z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